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E03342" w:rsidRPr="00E960BB" w:rsidRDefault="00E03342" w:rsidP="00E0334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14:paraId="598A8AA9" w14:textId="77777777" w:rsidR="00E03342" w:rsidRPr="009C54AE" w:rsidRDefault="00E03342" w:rsidP="00E033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6AC96BDE" w:rsidR="00E03342" w:rsidRDefault="00E03342" w:rsidP="00E03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>202</w:t>
      </w:r>
      <w:r w:rsidR="007078D7">
        <w:rPr>
          <w:rFonts w:ascii="Corbel" w:hAnsi="Corbel"/>
          <w:i/>
          <w:smallCaps/>
          <w:sz w:val="24"/>
          <w:szCs w:val="24"/>
        </w:rPr>
        <w:t>2</w:t>
      </w:r>
      <w:r w:rsidRPr="00002DA8">
        <w:rPr>
          <w:rFonts w:ascii="Corbel" w:hAnsi="Corbel"/>
          <w:i/>
          <w:smallCaps/>
          <w:sz w:val="24"/>
          <w:szCs w:val="24"/>
        </w:rPr>
        <w:t>-202</w:t>
      </w:r>
      <w:r w:rsidR="007078D7">
        <w:rPr>
          <w:rFonts w:ascii="Corbel" w:hAnsi="Corbel"/>
          <w:i/>
          <w:smallCaps/>
          <w:sz w:val="24"/>
          <w:szCs w:val="24"/>
        </w:rPr>
        <w:t>5</w:t>
      </w:r>
    </w:p>
    <w:p w14:paraId="137E922A" w14:textId="5625EC63" w:rsidR="00E03342" w:rsidRDefault="00E03342" w:rsidP="00E033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122D7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7078D7">
        <w:rPr>
          <w:rFonts w:ascii="Corbel" w:hAnsi="Corbel"/>
          <w:sz w:val="20"/>
          <w:szCs w:val="20"/>
        </w:rPr>
        <w:t>23</w:t>
      </w:r>
      <w:r>
        <w:rPr>
          <w:rFonts w:ascii="Corbel" w:hAnsi="Corbel"/>
          <w:sz w:val="20"/>
          <w:szCs w:val="20"/>
        </w:rPr>
        <w:t>/20</w:t>
      </w:r>
      <w:r w:rsidR="007078D7">
        <w:rPr>
          <w:rFonts w:ascii="Corbel" w:hAnsi="Corbel"/>
          <w:sz w:val="20"/>
          <w:szCs w:val="20"/>
        </w:rPr>
        <w:t>24</w:t>
      </w:r>
    </w:p>
    <w:p w14:paraId="0A37501D" w14:textId="77777777" w:rsidR="00E03342" w:rsidRPr="009C54AE" w:rsidRDefault="00E03342" w:rsidP="00E033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3342" w:rsidRPr="009C54AE" w14:paraId="6B4810B2" w14:textId="77777777" w:rsidTr="00F70EE2">
        <w:tc>
          <w:tcPr>
            <w:tcW w:w="2694" w:type="dxa"/>
            <w:vAlign w:val="center"/>
          </w:tcPr>
          <w:p w14:paraId="5970156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505E0F" w14:textId="77777777" w:rsidR="00E03342" w:rsidRPr="00282F43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 xml:space="preserve">Badania marketingowe </w:t>
            </w:r>
            <w:r>
              <w:rPr>
                <w:rFonts w:ascii="Corbel" w:hAnsi="Corbel"/>
                <w:b w:val="0"/>
                <w:sz w:val="24"/>
                <w:szCs w:val="24"/>
              </w:rPr>
              <w:t>rynku</w:t>
            </w:r>
          </w:p>
        </w:tc>
      </w:tr>
      <w:tr w:rsidR="00E03342" w:rsidRPr="009C54AE" w14:paraId="26452AFB" w14:textId="77777777" w:rsidTr="00F70EE2">
        <w:tc>
          <w:tcPr>
            <w:tcW w:w="2694" w:type="dxa"/>
            <w:vAlign w:val="center"/>
          </w:tcPr>
          <w:p w14:paraId="4CA2915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B3F524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4941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EUB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C.1</w:t>
            </w:r>
          </w:p>
        </w:tc>
      </w:tr>
      <w:tr w:rsidR="00E03342" w:rsidRPr="009C54AE" w14:paraId="4E2F8C33" w14:textId="77777777" w:rsidTr="00F70EE2">
        <w:tc>
          <w:tcPr>
            <w:tcW w:w="2694" w:type="dxa"/>
            <w:vAlign w:val="center"/>
          </w:tcPr>
          <w:p w14:paraId="19552E28" w14:textId="77777777" w:rsidR="00E03342" w:rsidRPr="009C54AE" w:rsidRDefault="00E03342" w:rsidP="00F70E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342" w:rsidRPr="009C54AE" w14:paraId="729EEB71" w14:textId="77777777" w:rsidTr="00F70EE2">
        <w:tc>
          <w:tcPr>
            <w:tcW w:w="2694" w:type="dxa"/>
            <w:vAlign w:val="center"/>
          </w:tcPr>
          <w:p w14:paraId="0A39E105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E03342" w:rsidRPr="009C54AE" w:rsidRDefault="003B7A73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03342" w:rsidRPr="009C54AE" w14:paraId="048482E6" w14:textId="77777777" w:rsidTr="00F70EE2">
        <w:tc>
          <w:tcPr>
            <w:tcW w:w="2694" w:type="dxa"/>
            <w:vAlign w:val="center"/>
          </w:tcPr>
          <w:p w14:paraId="4B835047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342" w:rsidRPr="009C54AE" w14:paraId="27F70225" w14:textId="77777777" w:rsidTr="00F70EE2">
        <w:tc>
          <w:tcPr>
            <w:tcW w:w="2694" w:type="dxa"/>
            <w:vAlign w:val="center"/>
          </w:tcPr>
          <w:p w14:paraId="448A1CED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B7A7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342" w:rsidRPr="009C54AE" w14:paraId="3A488BE5" w14:textId="77777777" w:rsidTr="00F70EE2">
        <w:tc>
          <w:tcPr>
            <w:tcW w:w="2694" w:type="dxa"/>
            <w:vAlign w:val="center"/>
          </w:tcPr>
          <w:p w14:paraId="04C0481C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03342" w:rsidRPr="009C54AE" w14:paraId="5C70B2EB" w14:textId="77777777" w:rsidTr="00F70EE2">
        <w:tc>
          <w:tcPr>
            <w:tcW w:w="2694" w:type="dxa"/>
            <w:vAlign w:val="center"/>
          </w:tcPr>
          <w:p w14:paraId="7C3992E0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03342" w:rsidRPr="009C54AE" w14:paraId="58954631" w14:textId="77777777" w:rsidTr="00F70EE2">
        <w:tc>
          <w:tcPr>
            <w:tcW w:w="2694" w:type="dxa"/>
            <w:vAlign w:val="center"/>
          </w:tcPr>
          <w:p w14:paraId="47AAF24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E03342" w:rsidRPr="009C54AE" w:rsidRDefault="00F308DE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3342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03342" w:rsidRPr="009C54AE" w14:paraId="66895247" w14:textId="77777777" w:rsidTr="00F70EE2">
        <w:tc>
          <w:tcPr>
            <w:tcW w:w="2694" w:type="dxa"/>
            <w:vAlign w:val="center"/>
          </w:tcPr>
          <w:p w14:paraId="5863A11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E03342" w:rsidRPr="009C54AE" w:rsidRDefault="00E03342" w:rsidP="00002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E03342" w:rsidRPr="009C54AE" w14:paraId="2786482B" w14:textId="77777777" w:rsidTr="00F70EE2">
        <w:tc>
          <w:tcPr>
            <w:tcW w:w="2694" w:type="dxa"/>
            <w:vAlign w:val="center"/>
          </w:tcPr>
          <w:p w14:paraId="13A990D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342" w:rsidRPr="009C54AE" w14:paraId="3E9548C5" w14:textId="77777777" w:rsidTr="00F70EE2">
        <w:tc>
          <w:tcPr>
            <w:tcW w:w="2694" w:type="dxa"/>
            <w:vAlign w:val="center"/>
          </w:tcPr>
          <w:p w14:paraId="69C2AF6E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E03342" w:rsidRPr="009C54AE" w14:paraId="799C5BD1" w14:textId="77777777" w:rsidTr="00F70EE2">
        <w:tc>
          <w:tcPr>
            <w:tcW w:w="2694" w:type="dxa"/>
            <w:vAlign w:val="center"/>
          </w:tcPr>
          <w:p w14:paraId="471FE44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E03342" w:rsidRPr="009C54AE" w:rsidRDefault="00E03342" w:rsidP="00E033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62C132C1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901DB3D" w14:textId="77777777" w:rsidTr="62C132C1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9A49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9A49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1F1B8681" w:rsidR="00015B8F" w:rsidRPr="009C54AE" w:rsidRDefault="62C132C1" w:rsidP="62C132C1">
            <w:pPr>
              <w:pStyle w:val="centralniewrubryce"/>
              <w:spacing w:before="0" w:after="0"/>
            </w:pPr>
            <w:r w:rsidRPr="62C132C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E03342" w:rsidRPr="009C54AE" w:rsidRDefault="00E03342" w:rsidP="00E033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03342" w:rsidRPr="009C54AE" w:rsidRDefault="00E03342" w:rsidP="00E033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6624C8" w14:textId="77777777" w:rsidR="00FB05DB" w:rsidRPr="007A7626" w:rsidRDefault="00FB05DB" w:rsidP="00FB05D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A7626">
        <w:rPr>
          <w:rStyle w:val="normaltextrun"/>
          <w:rFonts w:ascii="Wingdings" w:eastAsia="Wingdings" w:hAnsi="Wingdings" w:cs="Wingdings"/>
        </w:rPr>
        <w:t></w:t>
      </w:r>
      <w:r w:rsidRPr="007A7626">
        <w:rPr>
          <w:rStyle w:val="normaltextrun"/>
          <w:rFonts w:ascii="Corbel" w:hAnsi="Corbel" w:cs="Segoe UI"/>
        </w:rPr>
        <w:t> </w:t>
      </w:r>
      <w:r w:rsidRPr="007A7626">
        <w:rPr>
          <w:rFonts w:ascii="Corbel" w:hAnsi="Corbel"/>
        </w:rPr>
        <w:t>zajęcia w formie tradycyjnej (lub zdalnie z wykorzystaniem platformy Ms </w:t>
      </w:r>
      <w:proofErr w:type="spellStart"/>
      <w:r w:rsidRPr="007A7626">
        <w:rPr>
          <w:rStyle w:val="spellingerror"/>
          <w:rFonts w:ascii="Corbel" w:hAnsi="Corbel" w:cs="Segoe UI"/>
        </w:rPr>
        <w:t>Teams</w:t>
      </w:r>
      <w:proofErr w:type="spellEnd"/>
      <w:r w:rsidRPr="007A7626">
        <w:rPr>
          <w:rFonts w:ascii="Corbel" w:hAnsi="Corbel"/>
        </w:rPr>
        <w:t>)</w:t>
      </w:r>
      <w:r w:rsidRPr="007A7626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C9DD6E9" w14:textId="77777777" w:rsidR="00FB05DB" w:rsidRPr="007A7626" w:rsidRDefault="00FB05DB" w:rsidP="00FB05DB">
      <w:pPr>
        <w:spacing w:after="0" w:line="240" w:lineRule="auto"/>
        <w:ind w:left="426"/>
        <w:rPr>
          <w:rStyle w:val="eop"/>
          <w:rFonts w:ascii="Corbel" w:hAnsi="Corbel"/>
        </w:rPr>
      </w:pPr>
      <w:r w:rsidRPr="007A7626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7A7626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7A7626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3524B2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14:paraId="543CA6E7" w14:textId="77777777"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3B7A73">
        <w:rPr>
          <w:rFonts w:ascii="Corbel" w:hAnsi="Corbel"/>
          <w:szCs w:val="24"/>
        </w:rPr>
        <w:t xml:space="preserve">uczenia </w:t>
      </w:r>
      <w:proofErr w:type="gramStart"/>
      <w:r w:rsidR="003B7A73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 xml:space="preserve"> ,</w:t>
      </w:r>
      <w:proofErr w:type="gramEnd"/>
      <w:r w:rsidR="0085747A" w:rsidRPr="009C54AE">
        <w:rPr>
          <w:rFonts w:ascii="Corbel" w:hAnsi="Corbel"/>
          <w:szCs w:val="24"/>
        </w:rPr>
        <w:t xml:space="preserve">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1D4F234D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09ADA5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3B7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49F31CB" w14:textId="77777777" w:rsidR="00E03342" w:rsidRPr="009C54AE" w:rsidRDefault="00E03342" w:rsidP="00E033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03342" w:rsidRPr="009C54AE" w14:paraId="1160A757" w14:textId="77777777" w:rsidTr="000EF796">
        <w:tc>
          <w:tcPr>
            <w:tcW w:w="1701" w:type="dxa"/>
            <w:vAlign w:val="center"/>
          </w:tcPr>
          <w:p w14:paraId="41C145ED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3342" w:rsidRPr="009C54AE" w14:paraId="6259F587" w14:textId="77777777" w:rsidTr="000EF796">
        <w:tc>
          <w:tcPr>
            <w:tcW w:w="1701" w:type="dxa"/>
          </w:tcPr>
          <w:p w14:paraId="4FCA5964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E03342" w:rsidRPr="00F368A8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3342" w:rsidRPr="009C54AE" w14:paraId="2D03773D" w14:textId="77777777" w:rsidTr="000EF796">
        <w:tc>
          <w:tcPr>
            <w:tcW w:w="1701" w:type="dxa"/>
          </w:tcPr>
          <w:p w14:paraId="56A76B19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E03342" w:rsidRPr="00804CCC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03342" w:rsidRPr="009C54AE" w14:paraId="002A1390" w14:textId="77777777" w:rsidTr="000EF796">
        <w:tc>
          <w:tcPr>
            <w:tcW w:w="1701" w:type="dxa"/>
          </w:tcPr>
          <w:p w14:paraId="41960800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E03342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145A3AFF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</w:t>
            </w:r>
            <w:r w:rsidR="0D140911" w:rsidRPr="000EF79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EF796" w14:paraId="7AC39163" w14:textId="77777777" w:rsidTr="000EF796">
        <w:tc>
          <w:tcPr>
            <w:tcW w:w="1680" w:type="dxa"/>
          </w:tcPr>
          <w:p w14:paraId="3BC5AB65" w14:textId="56170767" w:rsidR="0D140911" w:rsidRDefault="0D140911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EK_04</w:t>
            </w:r>
          </w:p>
          <w:p w14:paraId="228258C2" w14:textId="03166825" w:rsidR="000EF796" w:rsidRDefault="000EF796" w:rsidP="000EF79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75FE6FDA" w14:textId="71562CB3" w:rsidR="0D140911" w:rsidRDefault="0D140911" w:rsidP="000EF796">
            <w:pPr>
              <w:spacing w:line="240" w:lineRule="auto"/>
              <w:jc w:val="both"/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>Projektuje instrumenty badawcze w zakresie analizy zjawisk rynkowych.</w:t>
            </w:r>
          </w:p>
        </w:tc>
        <w:tc>
          <w:tcPr>
            <w:tcW w:w="1865" w:type="dxa"/>
          </w:tcPr>
          <w:p w14:paraId="722BA4CF" w14:textId="02A13C6F" w:rsidR="0D140911" w:rsidRDefault="0D140911" w:rsidP="000EF7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K_U03</w:t>
            </w:r>
          </w:p>
          <w:p w14:paraId="1C6E74F8" w14:textId="77777777" w:rsidR="0D140911" w:rsidRDefault="0D140911" w:rsidP="000EF7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K_U06</w:t>
            </w:r>
          </w:p>
          <w:p w14:paraId="43BF867F" w14:textId="3A500FEA" w:rsidR="000EF796" w:rsidRDefault="000EF796" w:rsidP="000EF79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03342" w:rsidRPr="009C54AE" w14:paraId="1DFA66DD" w14:textId="77777777" w:rsidTr="000EF796">
        <w:tc>
          <w:tcPr>
            <w:tcW w:w="1701" w:type="dxa"/>
          </w:tcPr>
          <w:p w14:paraId="78C3198C" w14:textId="71379BAE" w:rsidR="00E03342" w:rsidRPr="009C54AE" w:rsidRDefault="00E03342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910F1BF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E03342" w:rsidRPr="009C54AE" w14:paraId="7D3471EE" w14:textId="77777777" w:rsidTr="000EF796">
        <w:tc>
          <w:tcPr>
            <w:tcW w:w="1701" w:type="dxa"/>
          </w:tcPr>
          <w:p w14:paraId="74357262" w14:textId="5B91AFBF" w:rsidR="00E03342" w:rsidRPr="009C54AE" w:rsidRDefault="00E03342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7F160CB3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3128261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486C0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37691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2301B30D" w14:textId="77777777" w:rsidTr="0037691B">
        <w:tc>
          <w:tcPr>
            <w:tcW w:w="9639" w:type="dxa"/>
          </w:tcPr>
          <w:p w14:paraId="0693BC67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 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075E7966" w14:textId="77777777" w:rsidTr="0037691B">
        <w:tc>
          <w:tcPr>
            <w:tcW w:w="9639" w:type="dxa"/>
          </w:tcPr>
          <w:p w14:paraId="43BF34E3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Przesłanki wzrostu znaczenia badań marketingowych</w:t>
            </w:r>
          </w:p>
        </w:tc>
      </w:tr>
      <w:tr w:rsidR="008C4CE8" w:rsidRPr="009C54AE" w14:paraId="49DC64C4" w14:textId="77777777" w:rsidTr="0037691B">
        <w:tc>
          <w:tcPr>
            <w:tcW w:w="9639" w:type="dxa"/>
          </w:tcPr>
          <w:p w14:paraId="190E98D8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</w:p>
        </w:tc>
      </w:tr>
      <w:tr w:rsidR="008C4CE8" w:rsidRPr="009C54AE" w14:paraId="3D232575" w14:textId="77777777" w:rsidTr="0037691B">
        <w:tc>
          <w:tcPr>
            <w:tcW w:w="9639" w:type="dxa"/>
          </w:tcPr>
          <w:p w14:paraId="56E2FFD3" w14:textId="77777777" w:rsidR="008C4CE8" w:rsidRPr="008C4CE8" w:rsidRDefault="008C4CE8" w:rsidP="008C4CE8">
            <w:pPr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marketingowych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Analiza mikro- i </w:t>
            </w:r>
            <w:proofErr w:type="spellStart"/>
            <w:r w:rsidRPr="008C4CE8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8C4CE8">
              <w:rPr>
                <w:rFonts w:ascii="Corbel" w:hAnsi="Corbel"/>
                <w:sz w:val="24"/>
                <w:szCs w:val="24"/>
              </w:rPr>
              <w:t xml:space="preserve">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lastRenderedPageBreak/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4B99056E" w14:textId="77777777" w:rsidR="00A05BDF" w:rsidRDefault="00A05BDF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p w14:paraId="1299C43A" w14:textId="77777777" w:rsidR="008C4CE8" w:rsidRPr="009C54AE" w:rsidRDefault="008C4CE8" w:rsidP="008C4CE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37691B">
        <w:tc>
          <w:tcPr>
            <w:tcW w:w="9639" w:type="dxa"/>
          </w:tcPr>
          <w:p w14:paraId="5D69D229" w14:textId="77777777" w:rsidR="008C4CE8" w:rsidRPr="009C54AE" w:rsidRDefault="008C4CE8" w:rsidP="0037691B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37691B">
        <w:tc>
          <w:tcPr>
            <w:tcW w:w="9639" w:type="dxa"/>
          </w:tcPr>
          <w:p w14:paraId="5432F4FF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Źródła wtórne i pierwotne </w:t>
            </w:r>
          </w:p>
        </w:tc>
      </w:tr>
      <w:tr w:rsidR="008C4CE8" w:rsidRPr="009C54AE" w14:paraId="68A09340" w14:textId="77777777" w:rsidTr="0037691B">
        <w:tc>
          <w:tcPr>
            <w:tcW w:w="9639" w:type="dxa"/>
          </w:tcPr>
          <w:p w14:paraId="1C7D7D97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Rodzaje </w:t>
            </w:r>
            <w:proofErr w:type="gramStart"/>
            <w:r w:rsidRPr="00135EF7">
              <w:rPr>
                <w:rFonts w:ascii="Corbel" w:hAnsi="Corbel"/>
                <w:szCs w:val="24"/>
                <w:lang w:val="pl-PL" w:eastAsia="pl-PL"/>
              </w:rPr>
              <w:t>badań  marketingowych</w:t>
            </w:r>
            <w:proofErr w:type="gramEnd"/>
          </w:p>
        </w:tc>
      </w:tr>
      <w:tr w:rsidR="008C4CE8" w:rsidRPr="009C54AE" w14:paraId="7F73165F" w14:textId="77777777" w:rsidTr="0037691B">
        <w:tc>
          <w:tcPr>
            <w:tcW w:w="9639" w:type="dxa"/>
          </w:tcPr>
          <w:p w14:paraId="50FB3FEC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37691B">
        <w:tc>
          <w:tcPr>
            <w:tcW w:w="9639" w:type="dxa"/>
          </w:tcPr>
          <w:p w14:paraId="24AE0A20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37691B">
        <w:tc>
          <w:tcPr>
            <w:tcW w:w="9639" w:type="dxa"/>
          </w:tcPr>
          <w:p w14:paraId="5E8BF884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37691B">
        <w:tc>
          <w:tcPr>
            <w:tcW w:w="9639" w:type="dxa"/>
          </w:tcPr>
          <w:p w14:paraId="09ECC0A8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37691B">
        <w:tc>
          <w:tcPr>
            <w:tcW w:w="9639" w:type="dxa"/>
          </w:tcPr>
          <w:p w14:paraId="71F6ABE8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4DDBEF00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8A752" w14:textId="77777777" w:rsidR="00E03342" w:rsidRPr="009B41D2" w:rsidRDefault="00E03342" w:rsidP="00E033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realizowany przy pomocy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B41D2">
        <w:rPr>
          <w:rFonts w:ascii="Corbel" w:hAnsi="Corbel"/>
          <w:b w:val="0"/>
          <w:smallCaps w:val="0"/>
          <w:szCs w:val="24"/>
        </w:rPr>
        <w:t xml:space="preserve">, </w:t>
      </w:r>
    </w:p>
    <w:p w14:paraId="4CF160AD" w14:textId="77777777" w:rsidR="00E03342" w:rsidRPr="00297DAF" w:rsidRDefault="00E03342" w:rsidP="00E03342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 xml:space="preserve">przy pomocy platformy MS </w:t>
      </w:r>
      <w:proofErr w:type="spellStart"/>
      <w:r w:rsidRPr="00045975">
        <w:rPr>
          <w:rFonts w:ascii="Corbel" w:hAnsi="Corbel"/>
          <w:szCs w:val="24"/>
        </w:rPr>
        <w:t>Teams</w:t>
      </w:r>
      <w:proofErr w:type="spellEnd"/>
      <w:r w:rsidRPr="00297DAF">
        <w:rPr>
          <w:rFonts w:ascii="Corbel" w:hAnsi="Corbel"/>
        </w:rPr>
        <w:t>.</w:t>
      </w:r>
    </w:p>
    <w:p w14:paraId="3CF2D8B6" w14:textId="77777777" w:rsidR="00E03342" w:rsidRPr="00C25251" w:rsidRDefault="00E03342" w:rsidP="00E03342">
      <w:pPr>
        <w:rPr>
          <w:lang w:val="x-none"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3B7A73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0EF796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B7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22CF" w:rsidRPr="009C54AE" w14:paraId="5556C46E" w14:textId="77777777" w:rsidTr="000EF796">
        <w:tc>
          <w:tcPr>
            <w:tcW w:w="2410" w:type="dxa"/>
          </w:tcPr>
          <w:p w14:paraId="4EEBB90D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0745D724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0EF796">
        <w:tc>
          <w:tcPr>
            <w:tcW w:w="2410" w:type="dxa"/>
          </w:tcPr>
          <w:p w14:paraId="69FEFE27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F1634ED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14:paraId="5B793073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0EF796">
        <w:tc>
          <w:tcPr>
            <w:tcW w:w="2410" w:type="dxa"/>
          </w:tcPr>
          <w:p w14:paraId="002D746F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62761E4B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206066E6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EF796" w14:paraId="4B9EA791" w14:textId="77777777" w:rsidTr="000EF796">
        <w:tc>
          <w:tcPr>
            <w:tcW w:w="2377" w:type="dxa"/>
          </w:tcPr>
          <w:p w14:paraId="143F897D" w14:textId="052B4F61" w:rsidR="000EF796" w:rsidRDefault="000EF796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5D68A00" w:rsidRPr="000EF796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026" w:type="dxa"/>
          </w:tcPr>
          <w:p w14:paraId="0348610F" w14:textId="77777777" w:rsidR="000EF796" w:rsidRDefault="000EF796" w:rsidP="000EF796">
            <w:pPr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0DB39361" w14:textId="77777777" w:rsidR="000EF796" w:rsidRDefault="000EF796" w:rsidP="000EF79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0932ECE8" w14:textId="77777777" w:rsidTr="000EF796">
        <w:tc>
          <w:tcPr>
            <w:tcW w:w="2410" w:type="dxa"/>
          </w:tcPr>
          <w:p w14:paraId="5990E71B" w14:textId="14A0117A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0F4B405B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14:paraId="336F0AE9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0551F48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79A8D75C" w14:textId="77777777" w:rsidTr="000EF796">
        <w:tc>
          <w:tcPr>
            <w:tcW w:w="2410" w:type="dxa"/>
          </w:tcPr>
          <w:p w14:paraId="4A2F1096" w14:textId="63E7F08E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166A0C01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14:paraId="79562C62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8A3C57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35B786" w14:textId="77777777" w:rsidTr="00923D7D">
        <w:tc>
          <w:tcPr>
            <w:tcW w:w="9670" w:type="dxa"/>
          </w:tcPr>
          <w:p w14:paraId="2845AC82" w14:textId="77777777" w:rsidR="005022CF" w:rsidRPr="00135EF7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135EF7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04A2128" w14:textId="77777777" w:rsidR="00E03342" w:rsidRPr="00E03342" w:rsidRDefault="00853716" w:rsidP="00E03342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135EF7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</w:t>
            </w:r>
            <w:proofErr w:type="gramStart"/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proofErr w:type="gramEnd"/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3FB90D30" w14:textId="77777777" w:rsidR="004C3079" w:rsidRPr="007C714D" w:rsidRDefault="004C3079" w:rsidP="00E03342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7A9FABA3" w14:textId="77777777" w:rsidR="0085747A" w:rsidRPr="004C3079" w:rsidRDefault="00221BBC" w:rsidP="00E0334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62C132C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1B068" w14:textId="77777777" w:rsidTr="62C132C1">
        <w:tc>
          <w:tcPr>
            <w:tcW w:w="4962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3B7A7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2F2619CA" w:rsidR="0085747A" w:rsidRPr="009C54AE" w:rsidRDefault="62C132C1" w:rsidP="62C132C1">
            <w:pPr>
              <w:pStyle w:val="Akapitzlist"/>
              <w:spacing w:after="0" w:line="240" w:lineRule="auto"/>
              <w:ind w:left="0"/>
              <w:jc w:val="center"/>
            </w:pPr>
            <w:r w:rsidRPr="62C132C1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858F702" w14:textId="77777777" w:rsidTr="62C132C1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C61DC5" w:rsidRPr="009C54AE" w:rsidRDefault="00EF3C9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D93828E" w14:textId="77777777" w:rsidTr="62C132C1">
        <w:tc>
          <w:tcPr>
            <w:tcW w:w="4962" w:type="dxa"/>
          </w:tcPr>
          <w:p w14:paraId="7083F4E7" w14:textId="77777777" w:rsidR="00C61DC5" w:rsidRPr="009C54AE" w:rsidRDefault="00C61DC5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5739EF0" w14:textId="06025135" w:rsidR="00C61DC5" w:rsidRPr="009C54AE" w:rsidRDefault="00200B34" w:rsidP="00EF3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2B55E3E1" w14:textId="77777777" w:rsidTr="62C132C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2C132C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1"/>
        <w:gridCol w:w="5867"/>
      </w:tblGrid>
      <w:tr w:rsidR="0085747A" w:rsidRPr="009C54AE" w14:paraId="5454FE01" w14:textId="77777777" w:rsidTr="006D38F5">
        <w:trPr>
          <w:trHeight w:val="397"/>
        </w:trPr>
        <w:tc>
          <w:tcPr>
            <w:tcW w:w="1953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14:paraId="6A09E912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6D38F5">
        <w:trPr>
          <w:trHeight w:val="397"/>
        </w:trPr>
        <w:tc>
          <w:tcPr>
            <w:tcW w:w="1953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14:paraId="33E67AC6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FE9F23F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22F1" w:rsidRPr="009C54AE" w14:paraId="63987774" w14:textId="77777777" w:rsidTr="5B46E715">
        <w:trPr>
          <w:trHeight w:val="397"/>
        </w:trPr>
        <w:tc>
          <w:tcPr>
            <w:tcW w:w="5000" w:type="pct"/>
          </w:tcPr>
          <w:p w14:paraId="729C9695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8522F1" w:rsidRPr="00233C5A" w:rsidRDefault="008522F1" w:rsidP="008522F1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lastRenderedPageBreak/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4F7AA4" w14:textId="1F95FF97" w:rsidR="008522F1" w:rsidRPr="009C54AE" w:rsidRDefault="008522F1" w:rsidP="5B46E71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Badania marketingowe: nowe metody badań i zastosowania. Redakcja naukowa Róża Milic-Czerniak, </w:t>
            </w:r>
            <w:proofErr w:type="spellStart"/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</w:t>
            </w:r>
            <w:proofErr w:type="spellEnd"/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Warszawa, 2019.</w:t>
            </w:r>
          </w:p>
        </w:tc>
      </w:tr>
      <w:tr w:rsidR="008522F1" w:rsidRPr="009C54AE" w14:paraId="01854691" w14:textId="77777777" w:rsidTr="5B46E715">
        <w:trPr>
          <w:trHeight w:val="397"/>
        </w:trPr>
        <w:tc>
          <w:tcPr>
            <w:tcW w:w="5000" w:type="pct"/>
          </w:tcPr>
          <w:p w14:paraId="218CA5F3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440CC019" w14:textId="77777777" w:rsidR="008522F1" w:rsidRPr="00233C5A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000EF796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383A3E" w14:textId="674C0A55" w:rsidR="008522F1" w:rsidRPr="00AB25D3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mallCaps/>
                <w:szCs w:val="24"/>
                <w:lang w:eastAsia="pl-PL"/>
              </w:rPr>
            </w:pPr>
            <w:r w:rsidRPr="000EF796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  <w:r w:rsidRPr="000EF796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18E66AB3" w14:textId="75EA9BCE" w:rsidR="008522F1" w:rsidRPr="00AB25D3" w:rsidRDefault="70D7001E" w:rsidP="00FB05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</w:t>
            </w:r>
            <w:proofErr w:type="spellStart"/>
            <w:r w:rsidRPr="000EF796">
              <w:rPr>
                <w:rFonts w:ascii="Corbel" w:eastAsia="Corbel" w:hAnsi="Corbel" w:cs="Corbel"/>
                <w:sz w:val="24"/>
                <w:szCs w:val="24"/>
              </w:rPr>
              <w:t>Group</w:t>
            </w:r>
            <w:proofErr w:type="spellEnd"/>
            <w:r w:rsidRPr="000EF796">
              <w:rPr>
                <w:rFonts w:ascii="Corbel" w:eastAsia="Corbel" w:hAnsi="Corbel" w:cs="Corbel"/>
                <w:sz w:val="24"/>
                <w:szCs w:val="24"/>
              </w:rPr>
              <w:t xml:space="preserve"> [w:] Społeczeństwo wobec wyzwań współczesności. Pod red. K. Jaremczuka. </w:t>
            </w:r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Wyd. PWSZ </w:t>
            </w:r>
            <w:proofErr w:type="spellStart"/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Tarnobrzeg</w:t>
            </w:r>
            <w:proofErr w:type="spellEnd"/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, 2012, s. 271-294.</w:t>
            </w:r>
          </w:p>
        </w:tc>
      </w:tr>
    </w:tbl>
    <w:p w14:paraId="1F72F646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CA3C5" w14:textId="77777777" w:rsidR="008A741E" w:rsidRDefault="008A741E" w:rsidP="00C16ABF">
      <w:pPr>
        <w:spacing w:after="0" w:line="240" w:lineRule="auto"/>
      </w:pPr>
      <w:r>
        <w:separator/>
      </w:r>
    </w:p>
  </w:endnote>
  <w:endnote w:type="continuationSeparator" w:id="0">
    <w:p w14:paraId="2F507475" w14:textId="77777777" w:rsidR="008A741E" w:rsidRDefault="008A74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8D3C4" w14:textId="77777777" w:rsidR="008A741E" w:rsidRDefault="008A741E" w:rsidP="00C16ABF">
      <w:pPr>
        <w:spacing w:after="0" w:line="240" w:lineRule="auto"/>
      </w:pPr>
      <w:r>
        <w:separator/>
      </w:r>
    </w:p>
  </w:footnote>
  <w:footnote w:type="continuationSeparator" w:id="0">
    <w:p w14:paraId="3CCA7B40" w14:textId="77777777" w:rsidR="008A741E" w:rsidRDefault="008A741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03342" w:rsidRDefault="00E03342" w:rsidP="00E033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24C1"/>
    <w:multiLevelType w:val="hybridMultilevel"/>
    <w:tmpl w:val="551A2278"/>
    <w:lvl w:ilvl="0" w:tplc="C090E5E0">
      <w:start w:val="1"/>
      <w:numFmt w:val="decimal"/>
      <w:lvlText w:val="%1."/>
      <w:lvlJc w:val="left"/>
      <w:pPr>
        <w:ind w:left="360" w:hanging="360"/>
      </w:pPr>
    </w:lvl>
    <w:lvl w:ilvl="1" w:tplc="4E661E40">
      <w:start w:val="1"/>
      <w:numFmt w:val="lowerLetter"/>
      <w:lvlText w:val="%2."/>
      <w:lvlJc w:val="left"/>
      <w:pPr>
        <w:ind w:left="1080" w:hanging="360"/>
      </w:pPr>
    </w:lvl>
    <w:lvl w:ilvl="2" w:tplc="E132CAF8">
      <w:start w:val="1"/>
      <w:numFmt w:val="lowerRoman"/>
      <w:lvlText w:val="%3."/>
      <w:lvlJc w:val="right"/>
      <w:pPr>
        <w:ind w:left="1800" w:hanging="180"/>
      </w:pPr>
    </w:lvl>
    <w:lvl w:ilvl="3" w:tplc="150006D4">
      <w:start w:val="1"/>
      <w:numFmt w:val="decimal"/>
      <w:lvlText w:val="%4."/>
      <w:lvlJc w:val="left"/>
      <w:pPr>
        <w:ind w:left="2520" w:hanging="360"/>
      </w:pPr>
    </w:lvl>
    <w:lvl w:ilvl="4" w:tplc="73224C7C">
      <w:start w:val="1"/>
      <w:numFmt w:val="lowerLetter"/>
      <w:lvlText w:val="%5."/>
      <w:lvlJc w:val="left"/>
      <w:pPr>
        <w:ind w:left="3240" w:hanging="360"/>
      </w:pPr>
    </w:lvl>
    <w:lvl w:ilvl="5" w:tplc="CA826712">
      <w:start w:val="1"/>
      <w:numFmt w:val="lowerRoman"/>
      <w:lvlText w:val="%6."/>
      <w:lvlJc w:val="right"/>
      <w:pPr>
        <w:ind w:left="3960" w:hanging="180"/>
      </w:pPr>
    </w:lvl>
    <w:lvl w:ilvl="6" w:tplc="B51C6A96">
      <w:start w:val="1"/>
      <w:numFmt w:val="decimal"/>
      <w:lvlText w:val="%7."/>
      <w:lvlJc w:val="left"/>
      <w:pPr>
        <w:ind w:left="4680" w:hanging="360"/>
      </w:pPr>
    </w:lvl>
    <w:lvl w:ilvl="7" w:tplc="88F83944">
      <w:start w:val="1"/>
      <w:numFmt w:val="lowerLetter"/>
      <w:lvlText w:val="%8."/>
      <w:lvlJc w:val="left"/>
      <w:pPr>
        <w:ind w:left="5400" w:hanging="360"/>
      </w:pPr>
    </w:lvl>
    <w:lvl w:ilvl="8" w:tplc="52A873F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E344A8"/>
    <w:multiLevelType w:val="hybridMultilevel"/>
    <w:tmpl w:val="C9AC6B28"/>
    <w:lvl w:ilvl="0" w:tplc="E4C87F4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B8E56E">
      <w:numFmt w:val="decimal"/>
      <w:lvlText w:val=""/>
      <w:lvlJc w:val="left"/>
    </w:lvl>
    <w:lvl w:ilvl="2" w:tplc="3A1007F2">
      <w:numFmt w:val="decimal"/>
      <w:lvlText w:val=""/>
      <w:lvlJc w:val="left"/>
    </w:lvl>
    <w:lvl w:ilvl="3" w:tplc="2402C0AE">
      <w:numFmt w:val="decimal"/>
      <w:lvlText w:val=""/>
      <w:lvlJc w:val="left"/>
    </w:lvl>
    <w:lvl w:ilvl="4" w:tplc="6AF6E2E4">
      <w:numFmt w:val="decimal"/>
      <w:lvlText w:val=""/>
      <w:lvlJc w:val="left"/>
    </w:lvl>
    <w:lvl w:ilvl="5" w:tplc="C9FECF5E">
      <w:numFmt w:val="decimal"/>
      <w:lvlText w:val=""/>
      <w:lvlJc w:val="left"/>
    </w:lvl>
    <w:lvl w:ilvl="6" w:tplc="0166286E">
      <w:numFmt w:val="decimal"/>
      <w:lvlText w:val=""/>
      <w:lvlJc w:val="left"/>
    </w:lvl>
    <w:lvl w:ilvl="7" w:tplc="46CC910C">
      <w:numFmt w:val="decimal"/>
      <w:lvlText w:val=""/>
      <w:lvlJc w:val="left"/>
    </w:lvl>
    <w:lvl w:ilvl="8" w:tplc="DECA7E8C">
      <w:numFmt w:val="decimal"/>
      <w:lvlText w:val=""/>
      <w:lvlJc w:val="left"/>
    </w:lvl>
  </w:abstractNum>
  <w:abstractNum w:abstractNumId="5" w15:restartNumberingAfterBreak="0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714"/>
    <w:rsid w:val="000048FD"/>
    <w:rsid w:val="000077B4"/>
    <w:rsid w:val="00015B8F"/>
    <w:rsid w:val="00022ECE"/>
    <w:rsid w:val="00040633"/>
    <w:rsid w:val="00042A51"/>
    <w:rsid w:val="00042D2E"/>
    <w:rsid w:val="00044C82"/>
    <w:rsid w:val="00056D43"/>
    <w:rsid w:val="00070ED6"/>
    <w:rsid w:val="00073B66"/>
    <w:rsid w:val="000742DC"/>
    <w:rsid w:val="00075840"/>
    <w:rsid w:val="00084C12"/>
    <w:rsid w:val="000908EF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F796"/>
    <w:rsid w:val="000F1C57"/>
    <w:rsid w:val="000F5615"/>
    <w:rsid w:val="0012560E"/>
    <w:rsid w:val="00127108"/>
    <w:rsid w:val="00134B13"/>
    <w:rsid w:val="00135EF7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71BE"/>
    <w:rsid w:val="001D657B"/>
    <w:rsid w:val="001D7B54"/>
    <w:rsid w:val="001E0209"/>
    <w:rsid w:val="001F0AB6"/>
    <w:rsid w:val="001F2CA2"/>
    <w:rsid w:val="00200B34"/>
    <w:rsid w:val="002144C0"/>
    <w:rsid w:val="002211C5"/>
    <w:rsid w:val="00221BBC"/>
    <w:rsid w:val="0022477D"/>
    <w:rsid w:val="002336F9"/>
    <w:rsid w:val="0024028F"/>
    <w:rsid w:val="00244ABC"/>
    <w:rsid w:val="00281FF2"/>
    <w:rsid w:val="00282F43"/>
    <w:rsid w:val="002857DE"/>
    <w:rsid w:val="00291567"/>
    <w:rsid w:val="002A2389"/>
    <w:rsid w:val="002A4AD9"/>
    <w:rsid w:val="002A671D"/>
    <w:rsid w:val="002B44FC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22D7"/>
    <w:rsid w:val="003151C5"/>
    <w:rsid w:val="003168A6"/>
    <w:rsid w:val="003343CF"/>
    <w:rsid w:val="00346FE9"/>
    <w:rsid w:val="0034759A"/>
    <w:rsid w:val="003503F6"/>
    <w:rsid w:val="003530DD"/>
    <w:rsid w:val="00363F78"/>
    <w:rsid w:val="0037691B"/>
    <w:rsid w:val="0038007F"/>
    <w:rsid w:val="003852CE"/>
    <w:rsid w:val="003A0A5B"/>
    <w:rsid w:val="003A1176"/>
    <w:rsid w:val="003B7A73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90F7D"/>
    <w:rsid w:val="00491678"/>
    <w:rsid w:val="004968E2"/>
    <w:rsid w:val="004A3EEA"/>
    <w:rsid w:val="004A4D1F"/>
    <w:rsid w:val="004A7F7B"/>
    <w:rsid w:val="004B4632"/>
    <w:rsid w:val="004C3079"/>
    <w:rsid w:val="004D5282"/>
    <w:rsid w:val="004F1551"/>
    <w:rsid w:val="004F55A3"/>
    <w:rsid w:val="005022CF"/>
    <w:rsid w:val="0050496F"/>
    <w:rsid w:val="00513B6F"/>
    <w:rsid w:val="00517C63"/>
    <w:rsid w:val="005363C4"/>
    <w:rsid w:val="00536BDE"/>
    <w:rsid w:val="00543ACC"/>
    <w:rsid w:val="00574DFB"/>
    <w:rsid w:val="005A0855"/>
    <w:rsid w:val="005A3196"/>
    <w:rsid w:val="005C080F"/>
    <w:rsid w:val="005C55E5"/>
    <w:rsid w:val="005C696A"/>
    <w:rsid w:val="005E267A"/>
    <w:rsid w:val="005E6E85"/>
    <w:rsid w:val="005F31D2"/>
    <w:rsid w:val="00606E4E"/>
    <w:rsid w:val="0061029B"/>
    <w:rsid w:val="00617230"/>
    <w:rsid w:val="00621CE1"/>
    <w:rsid w:val="006417AA"/>
    <w:rsid w:val="00647FA8"/>
    <w:rsid w:val="006620D9"/>
    <w:rsid w:val="00671958"/>
    <w:rsid w:val="00675843"/>
    <w:rsid w:val="006D050F"/>
    <w:rsid w:val="006D38F5"/>
    <w:rsid w:val="006D6139"/>
    <w:rsid w:val="006E5D65"/>
    <w:rsid w:val="006F1282"/>
    <w:rsid w:val="006F1FBC"/>
    <w:rsid w:val="007072BA"/>
    <w:rsid w:val="007078D7"/>
    <w:rsid w:val="007152B6"/>
    <w:rsid w:val="0071620A"/>
    <w:rsid w:val="00724677"/>
    <w:rsid w:val="00725459"/>
    <w:rsid w:val="00734608"/>
    <w:rsid w:val="00745302"/>
    <w:rsid w:val="007461D6"/>
    <w:rsid w:val="00746EC8"/>
    <w:rsid w:val="007579D5"/>
    <w:rsid w:val="00763BF1"/>
    <w:rsid w:val="00766FD4"/>
    <w:rsid w:val="0078168C"/>
    <w:rsid w:val="00790E27"/>
    <w:rsid w:val="007A4022"/>
    <w:rsid w:val="007A459A"/>
    <w:rsid w:val="007A6E6E"/>
    <w:rsid w:val="007A7626"/>
    <w:rsid w:val="007C3299"/>
    <w:rsid w:val="007C3BCC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84922"/>
    <w:rsid w:val="00885F64"/>
    <w:rsid w:val="008917F9"/>
    <w:rsid w:val="00895BFD"/>
    <w:rsid w:val="008A45F7"/>
    <w:rsid w:val="008A741E"/>
    <w:rsid w:val="008B3EA4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3B41"/>
    <w:rsid w:val="009F3C5C"/>
    <w:rsid w:val="009F4610"/>
    <w:rsid w:val="00A00ECC"/>
    <w:rsid w:val="00A05BDF"/>
    <w:rsid w:val="00A10CC6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779E"/>
    <w:rsid w:val="00A97DE1"/>
    <w:rsid w:val="00AA30D7"/>
    <w:rsid w:val="00AB053C"/>
    <w:rsid w:val="00AD1146"/>
    <w:rsid w:val="00AD27D3"/>
    <w:rsid w:val="00AD66D6"/>
    <w:rsid w:val="00AE1160"/>
    <w:rsid w:val="00AE203C"/>
    <w:rsid w:val="00AE2E74"/>
    <w:rsid w:val="00AE51AB"/>
    <w:rsid w:val="00AE5FCB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7DB"/>
    <w:rsid w:val="00C94B98"/>
    <w:rsid w:val="00CA2B96"/>
    <w:rsid w:val="00CA5089"/>
    <w:rsid w:val="00CB7351"/>
    <w:rsid w:val="00CE5BAC"/>
    <w:rsid w:val="00CF25BE"/>
    <w:rsid w:val="00CF78ED"/>
    <w:rsid w:val="00D02B25"/>
    <w:rsid w:val="00D02EBA"/>
    <w:rsid w:val="00D06DA3"/>
    <w:rsid w:val="00D17C3C"/>
    <w:rsid w:val="00D23113"/>
    <w:rsid w:val="00D26B2C"/>
    <w:rsid w:val="00D31D52"/>
    <w:rsid w:val="00D352C9"/>
    <w:rsid w:val="00D425B2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74A3"/>
    <w:rsid w:val="00E51E44"/>
    <w:rsid w:val="00E57DDA"/>
    <w:rsid w:val="00E63348"/>
    <w:rsid w:val="00E70D00"/>
    <w:rsid w:val="00E77E88"/>
    <w:rsid w:val="00E8107D"/>
    <w:rsid w:val="00EC0CBB"/>
    <w:rsid w:val="00EC4899"/>
    <w:rsid w:val="00ED03AB"/>
    <w:rsid w:val="00ED04AC"/>
    <w:rsid w:val="00ED32D2"/>
    <w:rsid w:val="00ED7301"/>
    <w:rsid w:val="00ED7F5D"/>
    <w:rsid w:val="00EE32DE"/>
    <w:rsid w:val="00EE5457"/>
    <w:rsid w:val="00EF3C93"/>
    <w:rsid w:val="00F070AB"/>
    <w:rsid w:val="00F27A7B"/>
    <w:rsid w:val="00F308DE"/>
    <w:rsid w:val="00F368A8"/>
    <w:rsid w:val="00F617C3"/>
    <w:rsid w:val="00F6219F"/>
    <w:rsid w:val="00F7066B"/>
    <w:rsid w:val="00F70EE2"/>
    <w:rsid w:val="00F8536E"/>
    <w:rsid w:val="00FB05DB"/>
    <w:rsid w:val="00FB7DBA"/>
    <w:rsid w:val="00FC1C25"/>
    <w:rsid w:val="00FC3F45"/>
    <w:rsid w:val="00FD503F"/>
    <w:rsid w:val="00FD7589"/>
    <w:rsid w:val="00FF016A"/>
    <w:rsid w:val="00FF1401"/>
    <w:rsid w:val="00FF5E7D"/>
    <w:rsid w:val="0800E11E"/>
    <w:rsid w:val="085FAB96"/>
    <w:rsid w:val="0D140911"/>
    <w:rsid w:val="0F4B405B"/>
    <w:rsid w:val="166A0C01"/>
    <w:rsid w:val="306AC7BF"/>
    <w:rsid w:val="3FDAB837"/>
    <w:rsid w:val="4224A970"/>
    <w:rsid w:val="42413569"/>
    <w:rsid w:val="45D68A00"/>
    <w:rsid w:val="4910F1BF"/>
    <w:rsid w:val="5B46E715"/>
    <w:rsid w:val="5C2608B7"/>
    <w:rsid w:val="60C071C5"/>
    <w:rsid w:val="62C132C1"/>
    <w:rsid w:val="64AE339E"/>
    <w:rsid w:val="6FDBCC51"/>
    <w:rsid w:val="70D7001E"/>
    <w:rsid w:val="7F160CB3"/>
    <w:rsid w:val="7F9C9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D5362"/>
  <w15:chartTrackingRefBased/>
  <w15:docId w15:val="{AA45C7CB-7B7F-44AC-ACB7-D841FA87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FB05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B05DB"/>
  </w:style>
  <w:style w:type="character" w:customStyle="1" w:styleId="spellingerror">
    <w:name w:val="spellingerror"/>
    <w:basedOn w:val="Domylnaczcionkaakapitu"/>
    <w:rsid w:val="00FB05DB"/>
  </w:style>
  <w:style w:type="character" w:customStyle="1" w:styleId="eop">
    <w:name w:val="eop"/>
    <w:basedOn w:val="Domylnaczcionkaakapitu"/>
    <w:rsid w:val="00FB05DB"/>
  </w:style>
  <w:style w:type="character" w:styleId="Odwoaniedokomentarza">
    <w:name w:val="annotation reference"/>
    <w:basedOn w:val="Domylnaczcionkaakapitu"/>
    <w:uiPriority w:val="99"/>
    <w:semiHidden/>
    <w:unhideWhenUsed/>
    <w:rsid w:val="002A4A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4A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4AD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A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4AD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CBF37-18C7-4D88-85C5-10E57C6C5B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FA5D42-45D4-4E1C-BAF8-BECA8DA1DF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A8B64F-D8AD-4A48-87ED-961BF92A2B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767746-14BC-4BE5-AADD-179E54EFE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1</Pages>
  <Words>928</Words>
  <Characters>5571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29</cp:revision>
  <cp:lastPrinted>2017-05-04T18:28:00Z</cp:lastPrinted>
  <dcterms:created xsi:type="dcterms:W3CDTF">2020-12-04T20:15:00Z</dcterms:created>
  <dcterms:modified xsi:type="dcterms:W3CDTF">2022-09-20T18:13:00Z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